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31DD214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F9BC9EF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C1E25">
        <w:rPr>
          <w:rFonts w:ascii="Segoe Print" w:hAnsi="Segoe Print"/>
          <w:b/>
          <w:sz w:val="24"/>
        </w:rPr>
        <w:t>13.</w:t>
      </w:r>
      <w:r w:rsidR="00130352"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E20822" w:rsidRPr="00A06D07" w14:paraId="1F0DD5D9" w14:textId="77777777" w:rsidTr="00037A5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A06D07" w:rsidRDefault="00E20822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</w:t>
            </w:r>
            <w:r w:rsidR="0064471D" w:rsidRPr="00A06D07">
              <w:rPr>
                <w:rFonts w:ascii="Century Gothic" w:hAnsi="Century Gothic"/>
              </w:rPr>
              <w:t>)</w:t>
            </w:r>
          </w:p>
        </w:tc>
        <w:tc>
          <w:tcPr>
            <w:tcW w:w="4961" w:type="dxa"/>
            <w:tcBorders>
              <w:left w:val="nil"/>
            </w:tcBorders>
          </w:tcPr>
          <w:p w14:paraId="2D00737D" w14:textId="77777777" w:rsidR="00971AEF" w:rsidRPr="009B79BD" w:rsidRDefault="00971AEF" w:rsidP="004A46A3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The exchange rate is £</w:t>
            </w:r>
            <w:proofErr w:type="gramStart"/>
            <w:r w:rsidRPr="009B79BD">
              <w:rPr>
                <w:rFonts w:ascii="Century Gothic" w:hAnsi="Century Gothic"/>
              </w:rPr>
              <w:t>1 :</w:t>
            </w:r>
            <w:proofErr w:type="gramEnd"/>
            <w:r w:rsidRPr="009B79BD">
              <w:rPr>
                <w:rFonts w:ascii="Century Gothic" w:hAnsi="Century Gothic"/>
              </w:rPr>
              <w:t xml:space="preserve"> $3.5</w:t>
            </w:r>
          </w:p>
          <w:p w14:paraId="094D08F0" w14:textId="5E25B5D9" w:rsidR="00E20822" w:rsidRPr="009B79BD" w:rsidRDefault="00DB180C" w:rsidP="004A46A3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How much is $2170 in pounds?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9B79BD" w:rsidRDefault="0064471D" w:rsidP="004A46A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432F63C1" w14:textId="137A5981" w:rsidR="00561D0D" w:rsidRPr="009B79BD" w:rsidRDefault="00561D0D" w:rsidP="004A46A3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9B79BD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9B79BD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9B79BD">
              <w:rPr>
                <w:rFonts w:ascii="Century Gothic" w:eastAsiaTheme="minorEastAsia" w:hAnsi="Century Gothic" w:cs="Tahoma"/>
              </w:rPr>
              <w:t>, work out the value of</w:t>
            </w:r>
            <w:r w:rsidR="004A46A3" w:rsidRPr="009B79BD">
              <w:rPr>
                <w:rFonts w:ascii="Century Gothic" w:eastAsiaTheme="minorEastAsia" w:hAnsi="Century Gothic" w:cs="Tahoma"/>
              </w:rPr>
              <w:t>:</w:t>
            </w:r>
            <w:r w:rsidR="00037A50">
              <w:rPr>
                <w:rFonts w:ascii="Century Gothic" w:eastAsiaTheme="minorEastAsia" w:hAnsi="Century Gothic" w:cs="Tahoma"/>
              </w:rPr>
              <w:br/>
            </w:r>
          </w:p>
          <w:p w14:paraId="43CE26D3" w14:textId="77777777" w:rsidR="008E29DA" w:rsidRPr="009B79BD" w:rsidRDefault="008E29DA" w:rsidP="008E29DA">
            <w:pPr>
              <w:rPr>
                <w:rFonts w:ascii="Century Gothic" w:hAnsi="Century Gothic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4b-3a</m:t>
                </m:r>
              </m:oMath>
            </m:oMathPara>
          </w:p>
          <w:p w14:paraId="594DF71C" w14:textId="3DD8DE1F" w:rsidR="00E20822" w:rsidRPr="009B79BD" w:rsidRDefault="00E20822" w:rsidP="004A46A3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</w:p>
        </w:tc>
      </w:tr>
      <w:tr w:rsidR="00E20822" w:rsidRPr="00A06D07" w14:paraId="2FAB904D" w14:textId="77777777" w:rsidTr="00037A5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0BC80947" w:rsidR="00E20822" w:rsidRPr="009B79BD" w:rsidRDefault="008D76D7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 w:cs="Tahoma"/>
              </w:rPr>
              <w:t xml:space="preserve">The probability of a boy being selected in a school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9</m:t>
                  </m:r>
                </m:den>
              </m:f>
              <m:r>
                <w:rPr>
                  <w:rFonts w:ascii="Cambria Math" w:hAnsi="Cambria Math" w:cs="Tahoma"/>
                </w:rPr>
                <m:t>.</m:t>
              </m:r>
            </m:oMath>
            <w:r w:rsidRPr="009B79BD">
              <w:rPr>
                <w:rFonts w:ascii="Century Gothic" w:eastAsiaTheme="minorEastAsia" w:hAnsi="Century Gothic" w:cs="Tahoma"/>
              </w:rPr>
              <w:t xml:space="preserve">  What is the probability of a girl being selected?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9B79BD" w:rsidRDefault="0064471D" w:rsidP="004A46A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48A9217" w14:textId="77777777" w:rsidR="004F2AEE" w:rsidRPr="009B79BD" w:rsidRDefault="004F2AEE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5AFCE654" w:rsidR="00E20822" w:rsidRPr="009B79BD" w:rsidRDefault="00787CB3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31D1D00" wp14:editId="7EEE65D5">
                  <wp:extent cx="1401445" cy="866775"/>
                  <wp:effectExtent l="0" t="0" r="825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A06D07" w14:paraId="44B9DE2A" w14:textId="77777777" w:rsidTr="00037A5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49831498" w14:textId="0B533DE6" w:rsidR="00C06B52" w:rsidRPr="009B79BD" w:rsidRDefault="00037A50" w:rsidP="004A46A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4A46A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080AC43E" wp14:editId="2CC845AB">
                  <wp:simplePos x="0" y="0"/>
                  <wp:positionH relativeFrom="column">
                    <wp:posOffset>5952531</wp:posOffset>
                  </wp:positionH>
                  <wp:positionV relativeFrom="paragraph">
                    <wp:posOffset>1204271</wp:posOffset>
                  </wp:positionV>
                  <wp:extent cx="572135" cy="401320"/>
                  <wp:effectExtent l="0" t="0" r="0" b="508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7394"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2F910F6" wp14:editId="3503D017">
                      <wp:simplePos x="0" y="0"/>
                      <wp:positionH relativeFrom="column">
                        <wp:posOffset>3224530</wp:posOffset>
                      </wp:positionH>
                      <wp:positionV relativeFrom="paragraph">
                        <wp:posOffset>836295</wp:posOffset>
                      </wp:positionV>
                      <wp:extent cx="59690" cy="59690"/>
                      <wp:effectExtent l="12700" t="12700" r="16510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2BD9D5" id="Oval 6" o:spid="_x0000_s1026" style="position:absolute;margin-left:253.9pt;margin-top:65.85pt;width:4.7pt;height:4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" fillcolor="#4f81bd [3204]" strokecolor="#243f60 [1604]" strokeweight="2pt"/>
                  </w:pict>
                </mc:Fallback>
              </mc:AlternateContent>
            </w:r>
            <w:r w:rsidR="00347394"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2A695FC" wp14:editId="0E8709E2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660640</wp:posOffset>
                      </wp:positionV>
                      <wp:extent cx="59690" cy="59690"/>
                      <wp:effectExtent l="12700" t="12700" r="16510" b="1651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7DE234" id="Oval 5" o:spid="_x0000_s1026" style="position:absolute;margin-left:121.9pt;margin-top:52pt;width:4.7pt;height: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="00B94DA2"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CC9956" wp14:editId="28E5573D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735330</wp:posOffset>
                      </wp:positionV>
                      <wp:extent cx="341630" cy="281305"/>
                      <wp:effectExtent l="0" t="0" r="0" b="444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42A43" w14:textId="77777777" w:rsidR="00B94DA2" w:rsidRDefault="00B94DA2" w:rsidP="00B94DA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C99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69.55pt;margin-top:57.9pt;width:26.9pt;height:2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" filled="f" stroked="f" strokeweight=".5pt">
                      <v:textbox>
                        <w:txbxContent>
                          <w:p w14:paraId="26842A43" w14:textId="77777777" w:rsidR="00B94DA2" w:rsidRDefault="00B94DA2" w:rsidP="00B94DA2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4DA2"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0A7866A" wp14:editId="015081B3">
                      <wp:simplePos x="0" y="0"/>
                      <wp:positionH relativeFrom="column">
                        <wp:posOffset>1313993</wp:posOffset>
                      </wp:positionH>
                      <wp:positionV relativeFrom="paragraph">
                        <wp:posOffset>500941</wp:posOffset>
                      </wp:positionV>
                      <wp:extent cx="341644" cy="281354"/>
                      <wp:effectExtent l="0" t="0" r="0" b="444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43FC29" w14:textId="77777777" w:rsidR="00B94DA2" w:rsidRDefault="00B94DA2" w:rsidP="00B94DA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7866A" id="Text Box 3" o:spid="_x0000_s1027" type="#_x0000_t202" style="position:absolute;margin-left:103.45pt;margin-top:39.45pt;width:26.9pt;height:2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" filled="f" stroked="f" strokeweight=".5pt">
                      <v:textbox>
                        <w:txbxContent>
                          <w:p w14:paraId="1543FC29" w14:textId="77777777" w:rsidR="00B94DA2" w:rsidRDefault="00B94DA2" w:rsidP="00B94DA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60A5" w:rsidRPr="009B79BD">
              <w:rPr>
                <w:rFonts w:ascii="Century Gothic" w:hAnsi="Century Gothic"/>
              </w:rPr>
              <w:t xml:space="preserve">Accurately </w:t>
            </w:r>
            <w:r w:rsidR="009B79BD" w:rsidRPr="009B79BD">
              <w:rPr>
                <w:rFonts w:ascii="Century Gothic" w:hAnsi="Century Gothic"/>
              </w:rPr>
              <w:t xml:space="preserve">shade </w:t>
            </w:r>
            <w:r w:rsidR="009B79BD" w:rsidRPr="009B79BD">
              <w:rPr>
                <w:rFonts w:ascii="Century Gothic" w:hAnsi="Century Gothic"/>
              </w:rPr>
              <w:t>the region that is closer to A than B and less than 3cm from B</w:t>
            </w:r>
            <w:r w:rsidR="009A60A5" w:rsidRPr="009B79BD">
              <w:rPr>
                <w:rFonts w:ascii="Century Gothic" w:hAnsi="Century Gothic"/>
                <w:noProof/>
                <w:lang w:eastAsia="en-GB"/>
              </w:rPr>
              <w:t xml:space="preserve"> </w:t>
            </w:r>
          </w:p>
        </w:tc>
      </w:tr>
    </w:tbl>
    <w:p w14:paraId="791D54AF" w14:textId="1859C24E" w:rsidR="00666176" w:rsidRDefault="00666176" w:rsidP="00BA1603">
      <w:pPr>
        <w:spacing w:after="120"/>
        <w:rPr>
          <w:rFonts w:ascii="Kristen ITC" w:hAnsi="Kristen ITC"/>
          <w:b/>
        </w:rPr>
      </w:pPr>
    </w:p>
    <w:p w14:paraId="6BD094B2" w14:textId="77777777" w:rsidR="00037A50" w:rsidRDefault="00037A50" w:rsidP="00037A50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2512" behindDoc="0" locked="0" layoutInCell="1" allowOverlap="1" wp14:anchorId="103A81C9" wp14:editId="2F91BC3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98" name="Picture 9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1488" behindDoc="0" locked="0" layoutInCell="1" allowOverlap="1" wp14:anchorId="04EF16D4" wp14:editId="634B6C0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99" name="Picture 9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13.2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3BE572BD" w14:textId="77777777" w:rsidR="00037A50" w:rsidRDefault="00037A50" w:rsidP="00037A50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678"/>
      </w:tblGrid>
      <w:tr w:rsidR="00037A50" w:rsidRPr="00A06D07" w14:paraId="0010033D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6C6FA316" w14:textId="77777777" w:rsidR="00037A50" w:rsidRPr="00A06D07" w:rsidRDefault="00037A5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11D06873" w14:textId="77777777" w:rsidR="00037A50" w:rsidRPr="009B79BD" w:rsidRDefault="00037A50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The exchange rate is £</w:t>
            </w:r>
            <w:proofErr w:type="gramStart"/>
            <w:r w:rsidRPr="009B79BD">
              <w:rPr>
                <w:rFonts w:ascii="Century Gothic" w:hAnsi="Century Gothic"/>
              </w:rPr>
              <w:t>1 :</w:t>
            </w:r>
            <w:proofErr w:type="gramEnd"/>
            <w:r w:rsidRPr="009B79BD">
              <w:rPr>
                <w:rFonts w:ascii="Century Gothic" w:hAnsi="Century Gothic"/>
              </w:rPr>
              <w:t xml:space="preserve"> $3.5</w:t>
            </w:r>
          </w:p>
          <w:p w14:paraId="0343B529" w14:textId="77777777" w:rsidR="00037A50" w:rsidRPr="009B79BD" w:rsidRDefault="00037A50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How much is $2170 in pounds?</w:t>
            </w:r>
          </w:p>
        </w:tc>
        <w:tc>
          <w:tcPr>
            <w:tcW w:w="425" w:type="dxa"/>
            <w:tcBorders>
              <w:right w:val="nil"/>
            </w:tcBorders>
          </w:tcPr>
          <w:p w14:paraId="57898DE8" w14:textId="77777777" w:rsidR="00037A50" w:rsidRPr="009B79BD" w:rsidRDefault="00037A5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315D6F9" w14:textId="77777777" w:rsidR="00037A50" w:rsidRPr="009B79BD" w:rsidRDefault="00037A50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9B79BD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9B79BD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9B79BD">
              <w:rPr>
                <w:rFonts w:ascii="Century Gothic" w:eastAsiaTheme="minorEastAsia" w:hAnsi="Century Gothic" w:cs="Tahoma"/>
              </w:rPr>
              <w:t>, work out the value of:</w:t>
            </w:r>
            <w:r>
              <w:rPr>
                <w:rFonts w:ascii="Century Gothic" w:eastAsiaTheme="minorEastAsia" w:hAnsi="Century Gothic" w:cs="Tahoma"/>
              </w:rPr>
              <w:br/>
            </w:r>
          </w:p>
          <w:p w14:paraId="07E4E933" w14:textId="77777777" w:rsidR="00037A50" w:rsidRPr="009B79BD" w:rsidRDefault="00037A50" w:rsidP="00EA5960">
            <w:pPr>
              <w:rPr>
                <w:rFonts w:ascii="Century Gothic" w:hAnsi="Century Gothic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4b-3a</m:t>
                </m:r>
              </m:oMath>
            </m:oMathPara>
          </w:p>
          <w:p w14:paraId="73D2FBBA" w14:textId="77777777" w:rsidR="00037A50" w:rsidRPr="009B79BD" w:rsidRDefault="00037A50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</w:p>
        </w:tc>
      </w:tr>
      <w:tr w:rsidR="00037A50" w:rsidRPr="00A06D07" w14:paraId="619B39FC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0158E799" w14:textId="77777777" w:rsidR="00037A50" w:rsidRPr="00A06D07" w:rsidRDefault="00037A5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AB9810B" w14:textId="77777777" w:rsidR="00037A50" w:rsidRPr="009B79BD" w:rsidRDefault="00037A50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 w:cs="Tahoma"/>
              </w:rPr>
              <w:t xml:space="preserve">The probability of a boy being selected in a school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4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9</m:t>
                  </m:r>
                </m:den>
              </m:f>
              <m:r>
                <w:rPr>
                  <w:rFonts w:ascii="Cambria Math" w:hAnsi="Cambria Math" w:cs="Tahoma"/>
                </w:rPr>
                <m:t>.</m:t>
              </m:r>
            </m:oMath>
            <w:r w:rsidRPr="009B79BD">
              <w:rPr>
                <w:rFonts w:ascii="Century Gothic" w:eastAsiaTheme="minorEastAsia" w:hAnsi="Century Gothic" w:cs="Tahoma"/>
              </w:rPr>
              <w:t xml:space="preserve">  What is the probability of a girl being selected?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9986DC9" w14:textId="77777777" w:rsidR="00037A50" w:rsidRPr="009B79BD" w:rsidRDefault="00037A5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77B89EAB" w14:textId="77777777" w:rsidR="00037A50" w:rsidRPr="009B79BD" w:rsidRDefault="00037A50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00AC007C" w14:textId="77777777" w:rsidR="00037A50" w:rsidRPr="009B79BD" w:rsidRDefault="00037A50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9B79BD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5F7B238D" wp14:editId="120FB31D">
                  <wp:extent cx="1401445" cy="866775"/>
                  <wp:effectExtent l="0" t="0" r="8255" b="9525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4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7A50" w:rsidRPr="00A06D07" w14:paraId="1F335B19" w14:textId="77777777" w:rsidTr="00EA59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1B0C6772" w14:textId="77777777" w:rsidR="00037A50" w:rsidRPr="00A06D07" w:rsidRDefault="00037A5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10064" w:type="dxa"/>
            <w:gridSpan w:val="3"/>
            <w:tcBorders>
              <w:left w:val="nil"/>
            </w:tcBorders>
          </w:tcPr>
          <w:p w14:paraId="45E938C3" w14:textId="77777777" w:rsidR="00037A50" w:rsidRPr="009B79BD" w:rsidRDefault="00037A50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4A46A3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13536" behindDoc="0" locked="0" layoutInCell="1" allowOverlap="1" wp14:anchorId="7F571FAC" wp14:editId="4C66F5E8">
                  <wp:simplePos x="0" y="0"/>
                  <wp:positionH relativeFrom="column">
                    <wp:posOffset>5952531</wp:posOffset>
                  </wp:positionH>
                  <wp:positionV relativeFrom="paragraph">
                    <wp:posOffset>1204271</wp:posOffset>
                  </wp:positionV>
                  <wp:extent cx="572135" cy="401320"/>
                  <wp:effectExtent l="0" t="0" r="0" b="5080"/>
                  <wp:wrapNone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4F498D4" wp14:editId="5697C4CC">
                      <wp:simplePos x="0" y="0"/>
                      <wp:positionH relativeFrom="column">
                        <wp:posOffset>3224530</wp:posOffset>
                      </wp:positionH>
                      <wp:positionV relativeFrom="paragraph">
                        <wp:posOffset>836295</wp:posOffset>
                      </wp:positionV>
                      <wp:extent cx="59690" cy="59690"/>
                      <wp:effectExtent l="12700" t="12700" r="16510" b="16510"/>
                      <wp:wrapNone/>
                      <wp:docPr id="94" name="Oval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94D553" id="Oval 94" o:spid="_x0000_s1026" style="position:absolute;margin-left:253.9pt;margin-top:65.85pt;width:4.7pt;height:4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" fillcolor="#4f81bd [3204]" strokecolor="#243f60 [1604]" strokeweight="2pt"/>
                  </w:pict>
                </mc:Fallback>
              </mc:AlternateContent>
            </w:r>
            <w:r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765A067" wp14:editId="30C73E2D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660640</wp:posOffset>
                      </wp:positionV>
                      <wp:extent cx="59690" cy="59690"/>
                      <wp:effectExtent l="12700" t="12700" r="16510" b="16510"/>
                      <wp:wrapNone/>
                      <wp:docPr id="95" name="Oval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E418E9" id="Oval 95" o:spid="_x0000_s1026" style="position:absolute;margin-left:121.9pt;margin-top:52pt;width:4.7pt;height:4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" fillcolor="#4f81bd [3204]" strokecolor="#243f60 [1604]" strokeweight="2pt"/>
                  </w:pict>
                </mc:Fallback>
              </mc:AlternateContent>
            </w:r>
            <w:r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6A90502" wp14:editId="7D32148F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735330</wp:posOffset>
                      </wp:positionV>
                      <wp:extent cx="341630" cy="281305"/>
                      <wp:effectExtent l="0" t="0" r="0" b="4445"/>
                      <wp:wrapNone/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C3ADDE" w14:textId="77777777" w:rsidR="00037A50" w:rsidRDefault="00037A50" w:rsidP="00037A5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90502" id="Text Box 96" o:spid="_x0000_s1028" type="#_x0000_t202" style="position:absolute;margin-left:269.55pt;margin-top:57.9pt;width:26.9pt;height:22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" filled="f" stroked="f" strokeweight=".5pt">
                      <v:textbox>
                        <w:txbxContent>
                          <w:p w14:paraId="31C3ADDE" w14:textId="77777777" w:rsidR="00037A50" w:rsidRDefault="00037A50" w:rsidP="00037A50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B79BD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54BB54D" wp14:editId="44770E7C">
                      <wp:simplePos x="0" y="0"/>
                      <wp:positionH relativeFrom="column">
                        <wp:posOffset>1313993</wp:posOffset>
                      </wp:positionH>
                      <wp:positionV relativeFrom="paragraph">
                        <wp:posOffset>500941</wp:posOffset>
                      </wp:positionV>
                      <wp:extent cx="341644" cy="281354"/>
                      <wp:effectExtent l="0" t="0" r="0" b="4445"/>
                      <wp:wrapNone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F1DDA3" w14:textId="77777777" w:rsidR="00037A50" w:rsidRDefault="00037A50" w:rsidP="00037A5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BB54D" id="Text Box 97" o:spid="_x0000_s1029" type="#_x0000_t202" style="position:absolute;margin-left:103.45pt;margin-top:39.45pt;width:26.9pt;height:22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" filled="f" stroked="f" strokeweight=".5pt">
                      <v:textbox>
                        <w:txbxContent>
                          <w:p w14:paraId="3AF1DDA3" w14:textId="77777777" w:rsidR="00037A50" w:rsidRDefault="00037A50" w:rsidP="00037A50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B79BD">
              <w:rPr>
                <w:rFonts w:ascii="Century Gothic" w:hAnsi="Century Gothic"/>
              </w:rPr>
              <w:t>Accurately shade the region that is closer to A than B and less than 3cm from B</w:t>
            </w:r>
            <w:r w:rsidRPr="009B79BD">
              <w:rPr>
                <w:rFonts w:ascii="Century Gothic" w:hAnsi="Century Gothic"/>
                <w:noProof/>
                <w:lang w:eastAsia="en-GB"/>
              </w:rPr>
              <w:t xml:space="preserve"> </w:t>
            </w:r>
          </w:p>
        </w:tc>
      </w:tr>
    </w:tbl>
    <w:p w14:paraId="467FD964" w14:textId="77777777" w:rsidR="00037A50" w:rsidRDefault="00037A50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037A5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37A50"/>
    <w:rsid w:val="00072244"/>
    <w:rsid w:val="000826B9"/>
    <w:rsid w:val="00083325"/>
    <w:rsid w:val="000A43CA"/>
    <w:rsid w:val="000A63AF"/>
    <w:rsid w:val="000B2B5E"/>
    <w:rsid w:val="000B420F"/>
    <w:rsid w:val="000B5390"/>
    <w:rsid w:val="000F6BFE"/>
    <w:rsid w:val="001274D6"/>
    <w:rsid w:val="001279F5"/>
    <w:rsid w:val="00130352"/>
    <w:rsid w:val="00143BE1"/>
    <w:rsid w:val="00150843"/>
    <w:rsid w:val="001826A9"/>
    <w:rsid w:val="00187009"/>
    <w:rsid w:val="001A1D1C"/>
    <w:rsid w:val="001A6603"/>
    <w:rsid w:val="001E511C"/>
    <w:rsid w:val="00213C21"/>
    <w:rsid w:val="00293A17"/>
    <w:rsid w:val="00293BEA"/>
    <w:rsid w:val="00296DE9"/>
    <w:rsid w:val="002B63A6"/>
    <w:rsid w:val="002D25E6"/>
    <w:rsid w:val="002D4D8B"/>
    <w:rsid w:val="002D5D86"/>
    <w:rsid w:val="0031452F"/>
    <w:rsid w:val="00325E6D"/>
    <w:rsid w:val="00327C60"/>
    <w:rsid w:val="00333535"/>
    <w:rsid w:val="00347394"/>
    <w:rsid w:val="0037571F"/>
    <w:rsid w:val="003E68F7"/>
    <w:rsid w:val="003F51D8"/>
    <w:rsid w:val="004015EA"/>
    <w:rsid w:val="00436C34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5D3B"/>
    <w:rsid w:val="00525119"/>
    <w:rsid w:val="005571E9"/>
    <w:rsid w:val="00561D0D"/>
    <w:rsid w:val="00575446"/>
    <w:rsid w:val="00580957"/>
    <w:rsid w:val="005C5905"/>
    <w:rsid w:val="005E1266"/>
    <w:rsid w:val="005E469A"/>
    <w:rsid w:val="00603453"/>
    <w:rsid w:val="0064471D"/>
    <w:rsid w:val="00666176"/>
    <w:rsid w:val="00674C3D"/>
    <w:rsid w:val="006866A3"/>
    <w:rsid w:val="006C37A5"/>
    <w:rsid w:val="006C37E5"/>
    <w:rsid w:val="006E5C4D"/>
    <w:rsid w:val="006F185A"/>
    <w:rsid w:val="00705472"/>
    <w:rsid w:val="00712C99"/>
    <w:rsid w:val="00714102"/>
    <w:rsid w:val="00766A10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6A8E"/>
    <w:rsid w:val="00884433"/>
    <w:rsid w:val="008B0E29"/>
    <w:rsid w:val="008B5103"/>
    <w:rsid w:val="008D76D7"/>
    <w:rsid w:val="008E29DA"/>
    <w:rsid w:val="0090117B"/>
    <w:rsid w:val="009118B1"/>
    <w:rsid w:val="0094070B"/>
    <w:rsid w:val="0095325A"/>
    <w:rsid w:val="00971AEF"/>
    <w:rsid w:val="0098373C"/>
    <w:rsid w:val="0099142F"/>
    <w:rsid w:val="00995392"/>
    <w:rsid w:val="009A60A5"/>
    <w:rsid w:val="009B31E5"/>
    <w:rsid w:val="009B576B"/>
    <w:rsid w:val="009B79BD"/>
    <w:rsid w:val="009C1E25"/>
    <w:rsid w:val="009C2FD3"/>
    <w:rsid w:val="009C5F92"/>
    <w:rsid w:val="009C633F"/>
    <w:rsid w:val="009D1DB3"/>
    <w:rsid w:val="009D6BD1"/>
    <w:rsid w:val="00A06D07"/>
    <w:rsid w:val="00A72B2C"/>
    <w:rsid w:val="00AB54E4"/>
    <w:rsid w:val="00AD04E8"/>
    <w:rsid w:val="00AD1307"/>
    <w:rsid w:val="00AD3264"/>
    <w:rsid w:val="00AD3C1A"/>
    <w:rsid w:val="00B07CF2"/>
    <w:rsid w:val="00B109EA"/>
    <w:rsid w:val="00B72752"/>
    <w:rsid w:val="00B8569F"/>
    <w:rsid w:val="00B94DA2"/>
    <w:rsid w:val="00B96458"/>
    <w:rsid w:val="00BA1603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9225A"/>
    <w:rsid w:val="00CF24C6"/>
    <w:rsid w:val="00D017AE"/>
    <w:rsid w:val="00D14B22"/>
    <w:rsid w:val="00D239A9"/>
    <w:rsid w:val="00D26238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33C5E"/>
    <w:rsid w:val="00E3559C"/>
    <w:rsid w:val="00E7749A"/>
    <w:rsid w:val="00E86CC7"/>
    <w:rsid w:val="00E907F4"/>
    <w:rsid w:val="00E9577D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2019-05-30T14:27:00Z</dcterms:created>
  <dcterms:modified xsi:type="dcterms:W3CDTF">2019-05-30T14:29:00Z</dcterms:modified>
</cp:coreProperties>
</file>